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B8" w:rsidRDefault="00C335B8" w:rsidP="00E665E5">
      <w:pPr>
        <w:pStyle w:val="Title"/>
        <w:rPr>
          <w:sz w:val="28"/>
          <w:szCs w:val="28"/>
        </w:rPr>
      </w:pPr>
      <w:r w:rsidRPr="00EE65AA">
        <w:rPr>
          <w:sz w:val="28"/>
          <w:szCs w:val="28"/>
        </w:rPr>
        <w:t>Протокол №</w:t>
      </w:r>
      <w:r>
        <w:rPr>
          <w:sz w:val="28"/>
          <w:szCs w:val="28"/>
        </w:rPr>
        <w:t>3</w:t>
      </w:r>
    </w:p>
    <w:p w:rsidR="00C335B8" w:rsidRDefault="00C335B8" w:rsidP="00E665E5">
      <w:pPr>
        <w:pStyle w:val="Title"/>
        <w:rPr>
          <w:sz w:val="28"/>
          <w:szCs w:val="28"/>
        </w:rPr>
      </w:pPr>
      <w:r>
        <w:rPr>
          <w:sz w:val="28"/>
          <w:szCs w:val="28"/>
        </w:rPr>
        <w:t>Внеочередного о</w:t>
      </w:r>
      <w:r w:rsidRPr="00EE65AA">
        <w:rPr>
          <w:sz w:val="28"/>
          <w:szCs w:val="28"/>
        </w:rPr>
        <w:t xml:space="preserve">бщего собрания </w:t>
      </w:r>
      <w:r>
        <w:rPr>
          <w:sz w:val="28"/>
          <w:szCs w:val="28"/>
        </w:rPr>
        <w:t xml:space="preserve">собственников МКД </w:t>
      </w:r>
      <w:r w:rsidRPr="00EE65AA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расположенном по адресу:</w:t>
      </w:r>
    </w:p>
    <w:p w:rsidR="00C335B8" w:rsidRPr="00EE65AA" w:rsidRDefault="00C335B8" w:rsidP="00E665E5">
      <w:pPr>
        <w:pStyle w:val="Title"/>
        <w:rPr>
          <w:sz w:val="28"/>
          <w:szCs w:val="28"/>
        </w:rPr>
      </w:pPr>
    </w:p>
    <w:p w:rsidR="00C335B8" w:rsidRPr="00EE65AA" w:rsidRDefault="00C335B8" w:rsidP="00E665E5">
      <w:pPr>
        <w:rPr>
          <w:sz w:val="28"/>
          <w:szCs w:val="28"/>
        </w:rPr>
      </w:pPr>
      <w:r>
        <w:rPr>
          <w:sz w:val="28"/>
          <w:szCs w:val="28"/>
        </w:rPr>
        <w:t>г. Новосибирск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16.10</w:t>
      </w:r>
      <w:r w:rsidRPr="00EE65AA">
        <w:rPr>
          <w:sz w:val="28"/>
          <w:szCs w:val="28"/>
        </w:rPr>
        <w:t>.201</w:t>
      </w:r>
      <w:r>
        <w:rPr>
          <w:sz w:val="28"/>
          <w:szCs w:val="28"/>
        </w:rPr>
        <w:t xml:space="preserve">6 </w:t>
      </w:r>
      <w:r w:rsidRPr="00EE65AA">
        <w:rPr>
          <w:sz w:val="28"/>
          <w:szCs w:val="28"/>
        </w:rPr>
        <w:t>г.</w:t>
      </w:r>
    </w:p>
    <w:p w:rsidR="00C335B8" w:rsidRDefault="00C335B8" w:rsidP="00E665E5">
      <w:pPr>
        <w:rPr>
          <w:sz w:val="28"/>
          <w:szCs w:val="28"/>
        </w:rPr>
      </w:pPr>
    </w:p>
    <w:p w:rsidR="00C335B8" w:rsidRDefault="00C335B8" w:rsidP="00BD5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помещений в МКД 2244,4 кв.м.</w:t>
      </w:r>
      <w:r w:rsidRPr="00FF7DDB">
        <w:rPr>
          <w:sz w:val="28"/>
          <w:szCs w:val="28"/>
        </w:rPr>
        <w:t xml:space="preserve"> </w:t>
      </w:r>
      <w:r w:rsidRPr="00EE65AA">
        <w:rPr>
          <w:sz w:val="28"/>
          <w:szCs w:val="28"/>
        </w:rPr>
        <w:t xml:space="preserve">Всего </w:t>
      </w:r>
      <w:r>
        <w:rPr>
          <w:sz w:val="28"/>
          <w:szCs w:val="28"/>
        </w:rPr>
        <w:t>собственников МКД 70</w:t>
      </w:r>
      <w:r w:rsidRPr="00EE65A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, что составляет 100% голосов.</w:t>
      </w:r>
    </w:p>
    <w:p w:rsidR="00C335B8" w:rsidRPr="00DF0284" w:rsidRDefault="00C335B8" w:rsidP="00BD5B98">
      <w:pPr>
        <w:ind w:firstLine="708"/>
        <w:jc w:val="both"/>
        <w:rPr>
          <w:sz w:val="28"/>
          <w:szCs w:val="28"/>
        </w:rPr>
      </w:pPr>
      <w:r w:rsidRPr="006275C1">
        <w:rPr>
          <w:sz w:val="28"/>
          <w:szCs w:val="28"/>
        </w:rPr>
        <w:t>На собрании присутствовали собственники помещений (представите</w:t>
      </w:r>
      <w:r>
        <w:rPr>
          <w:sz w:val="28"/>
          <w:szCs w:val="28"/>
        </w:rPr>
        <w:t>ли собственников) в количестве 52</w:t>
      </w:r>
      <w:r w:rsidRPr="006275C1">
        <w:rPr>
          <w:sz w:val="28"/>
          <w:szCs w:val="28"/>
        </w:rPr>
        <w:t xml:space="preserve"> человека, </w:t>
      </w:r>
      <w:r w:rsidRPr="00DF0284">
        <w:rPr>
          <w:sz w:val="28"/>
          <w:szCs w:val="28"/>
        </w:rPr>
        <w:t xml:space="preserve">владеющие </w:t>
      </w:r>
      <w:smartTag w:uri="urn:schemas-microsoft-com:office:smarttags" w:element="metricconverter">
        <w:smartTagPr>
          <w:attr w:name="ProductID" w:val="1551,90 кв. м"/>
        </w:smartTagPr>
        <w:r w:rsidRPr="00DF0284">
          <w:rPr>
            <w:sz w:val="28"/>
            <w:szCs w:val="28"/>
          </w:rPr>
          <w:t>1551,90 кв. м</w:t>
        </w:r>
      </w:smartTag>
      <w:r w:rsidRPr="00DF0284">
        <w:rPr>
          <w:sz w:val="28"/>
          <w:szCs w:val="28"/>
        </w:rPr>
        <w:t xml:space="preserve"> жилых и нежилых помещений в доме</w:t>
      </w:r>
      <w:r>
        <w:rPr>
          <w:sz w:val="28"/>
          <w:szCs w:val="28"/>
        </w:rPr>
        <w:t>,</w:t>
      </w:r>
      <w:r w:rsidRPr="00DF0284">
        <w:rPr>
          <w:sz w:val="28"/>
          <w:szCs w:val="28"/>
        </w:rPr>
        <w:t xml:space="preserve"> что составляет 69,15% .</w:t>
      </w:r>
    </w:p>
    <w:p w:rsidR="00C335B8" w:rsidRPr="006275C1" w:rsidRDefault="00C335B8" w:rsidP="002D6872">
      <w:pPr>
        <w:jc w:val="both"/>
        <w:rPr>
          <w:sz w:val="28"/>
          <w:szCs w:val="28"/>
        </w:rPr>
      </w:pPr>
      <w:r>
        <w:rPr>
          <w:sz w:val="28"/>
          <w:szCs w:val="28"/>
        </w:rPr>
        <w:t>Кворум имеется.</w:t>
      </w:r>
    </w:p>
    <w:p w:rsidR="00C335B8" w:rsidRDefault="00C335B8" w:rsidP="00E665E5">
      <w:pPr>
        <w:rPr>
          <w:sz w:val="28"/>
          <w:szCs w:val="28"/>
        </w:rPr>
      </w:pPr>
    </w:p>
    <w:p w:rsidR="00C335B8" w:rsidRDefault="00C335B8" w:rsidP="00E665E5">
      <w:pPr>
        <w:rPr>
          <w:sz w:val="28"/>
          <w:szCs w:val="28"/>
        </w:rPr>
      </w:pPr>
      <w:r w:rsidRPr="006275C1">
        <w:rPr>
          <w:sz w:val="28"/>
          <w:szCs w:val="28"/>
        </w:rPr>
        <w:t>Предлагаются кандидатуры председателя собрания и секретаря собрания:</w:t>
      </w:r>
    </w:p>
    <w:p w:rsidR="00C335B8" w:rsidRPr="006275C1" w:rsidRDefault="00C335B8" w:rsidP="00E665E5">
      <w:pPr>
        <w:rPr>
          <w:sz w:val="28"/>
          <w:szCs w:val="28"/>
        </w:rPr>
      </w:pPr>
    </w:p>
    <w:p w:rsidR="00C335B8" w:rsidRDefault="00C335B8" w:rsidP="00E665E5">
      <w:pPr>
        <w:jc w:val="both"/>
        <w:rPr>
          <w:b/>
          <w:sz w:val="28"/>
          <w:szCs w:val="28"/>
        </w:rPr>
      </w:pPr>
      <w:r w:rsidRPr="006275C1">
        <w:rPr>
          <w:b/>
          <w:sz w:val="28"/>
          <w:szCs w:val="28"/>
        </w:rPr>
        <w:t>Повестка дня:</w:t>
      </w:r>
    </w:p>
    <w:p w:rsidR="00C335B8" w:rsidRDefault="00C335B8" w:rsidP="00E665E5">
      <w:pPr>
        <w:jc w:val="both"/>
        <w:rPr>
          <w:b/>
          <w:sz w:val="28"/>
          <w:szCs w:val="28"/>
        </w:rPr>
      </w:pPr>
    </w:p>
    <w:p w:rsidR="00C335B8" w:rsidRDefault="00C335B8" w:rsidP="0078630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86307">
        <w:rPr>
          <w:rFonts w:ascii="Times New Roman" w:hAnsi="Times New Roman"/>
          <w:sz w:val="28"/>
          <w:szCs w:val="28"/>
        </w:rPr>
        <w:t>Использование средств со счета капитального ремонта</w:t>
      </w:r>
      <w:r>
        <w:rPr>
          <w:rFonts w:ascii="Times New Roman" w:hAnsi="Times New Roman"/>
          <w:sz w:val="28"/>
          <w:szCs w:val="28"/>
        </w:rPr>
        <w:t>.</w:t>
      </w:r>
    </w:p>
    <w:p w:rsidR="00C335B8" w:rsidRPr="003F0CCC" w:rsidRDefault="00C335B8" w:rsidP="00ED27BE">
      <w:pPr>
        <w:ind w:firstLine="708"/>
        <w:jc w:val="both"/>
        <w:rPr>
          <w:sz w:val="28"/>
          <w:szCs w:val="28"/>
        </w:rPr>
      </w:pPr>
    </w:p>
    <w:p w:rsidR="00C335B8" w:rsidRDefault="00C335B8" w:rsidP="003F0CCC">
      <w:pPr>
        <w:pStyle w:val="ListParagraph"/>
        <w:numPr>
          <w:ilvl w:val="0"/>
          <w:numId w:val="5"/>
        </w:numPr>
        <w:tabs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F0CCC">
        <w:rPr>
          <w:rFonts w:ascii="Times New Roman" w:hAnsi="Times New Roman"/>
          <w:sz w:val="28"/>
          <w:szCs w:val="28"/>
        </w:rPr>
        <w:t>Председателем было предложено</w:t>
      </w:r>
      <w:r>
        <w:rPr>
          <w:rFonts w:ascii="Times New Roman" w:hAnsi="Times New Roman"/>
          <w:sz w:val="28"/>
          <w:szCs w:val="28"/>
        </w:rPr>
        <w:t>:</w:t>
      </w:r>
    </w:p>
    <w:p w:rsidR="00C335B8" w:rsidRDefault="00C335B8" w:rsidP="00AD3BB5">
      <w:pPr>
        <w:pStyle w:val="ListParagraph"/>
        <w:ind w:left="360"/>
        <w:jc w:val="both"/>
        <w:rPr>
          <w:rFonts w:ascii="Times New Roman" w:hAnsi="Times New Roman"/>
          <w:sz w:val="28"/>
          <w:szCs w:val="28"/>
        </w:rPr>
      </w:pPr>
    </w:p>
    <w:p w:rsidR="00C335B8" w:rsidRDefault="00C335B8" w:rsidP="0015747D">
      <w:pPr>
        <w:pStyle w:val="ListParagraph"/>
        <w:numPr>
          <w:ilvl w:val="0"/>
          <w:numId w:val="6"/>
        </w:numPr>
        <w:tabs>
          <w:tab w:val="num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0CCC">
        <w:rPr>
          <w:rFonts w:ascii="Times New Roman" w:hAnsi="Times New Roman"/>
          <w:sz w:val="28"/>
          <w:szCs w:val="28"/>
        </w:rPr>
        <w:t>использовать накопленные средства по взносам на капитальный ремонт, согласно приказу №13 от 10.02.2016 года, Об утверждении методических рекомендаций по формированию состава работ по капитальному ремонту многоквартирных домов, финансируемых за счет средств фондов капитального ремонта, согласно, таблице 1, № п/п 4, подвиды и перечень работ № 1 на установку противопожарных металлических дверей в подвал (ИТП, электрощитовая).</w:t>
      </w:r>
    </w:p>
    <w:p w:rsidR="00C335B8" w:rsidRDefault="00C335B8" w:rsidP="00AD3BB5">
      <w:pPr>
        <w:pStyle w:val="ListParagraph"/>
        <w:ind w:left="567"/>
        <w:jc w:val="both"/>
        <w:rPr>
          <w:rFonts w:ascii="Times New Roman" w:hAnsi="Times New Roman"/>
          <w:sz w:val="28"/>
          <w:szCs w:val="28"/>
        </w:rPr>
      </w:pPr>
    </w:p>
    <w:p w:rsidR="00C335B8" w:rsidRDefault="00C335B8" w:rsidP="00667786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ст.189 ч.5 п.2 ЖК РФ смета расходов на капитальный ремонт составляет 37 609,60 </w:t>
      </w:r>
      <w:r w:rsidRPr="00667786">
        <w:rPr>
          <w:rFonts w:ascii="Times New Roman" w:hAnsi="Times New Roman"/>
          <w:sz w:val="28"/>
          <w:szCs w:val="28"/>
        </w:rPr>
        <w:t>(тридцать семь тысяч ше</w:t>
      </w:r>
      <w:r>
        <w:rPr>
          <w:rFonts w:ascii="Times New Roman" w:hAnsi="Times New Roman"/>
          <w:sz w:val="28"/>
          <w:szCs w:val="28"/>
        </w:rPr>
        <w:t xml:space="preserve">стьсот девять рублей 60 копеек). Согласно ст. 189 ч.5 п. 3 ЖК РФ, сроками проведения капитального ремонта является ноябрь 2016 года. Согласно ст. 189 ч. 5 п. 5 ЖК РФ </w:t>
      </w:r>
      <w:r w:rsidRPr="00667786">
        <w:rPr>
          <w:rFonts w:ascii="Times New Roman" w:hAnsi="Times New Roman"/>
          <w:sz w:val="28"/>
          <w:szCs w:val="28"/>
        </w:rPr>
        <w:t>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капитальному ремонту, в том числе подписывать соответствующие акты</w:t>
      </w:r>
      <w:r>
        <w:rPr>
          <w:rFonts w:ascii="Times New Roman" w:hAnsi="Times New Roman"/>
          <w:sz w:val="28"/>
          <w:szCs w:val="28"/>
        </w:rPr>
        <w:t>, является председатель кооператива ……...</w:t>
      </w:r>
    </w:p>
    <w:p w:rsidR="00C335B8" w:rsidRPr="003F0CCC" w:rsidRDefault="00C335B8" w:rsidP="00667786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335B8" w:rsidRPr="003F0CCC" w:rsidRDefault="00C335B8" w:rsidP="003F0CCC">
      <w:pPr>
        <w:pStyle w:val="ListParagraph"/>
        <w:ind w:left="1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 «За» – 69,15</w:t>
      </w:r>
      <w:r w:rsidRPr="003F0CCC">
        <w:rPr>
          <w:rFonts w:ascii="Times New Roman" w:hAnsi="Times New Roman"/>
          <w:sz w:val="28"/>
          <w:szCs w:val="28"/>
        </w:rPr>
        <w:t xml:space="preserve">%,  «Против» – 0%, </w:t>
      </w:r>
    </w:p>
    <w:p w:rsidR="00C335B8" w:rsidRDefault="00C335B8" w:rsidP="003F0CCC">
      <w:pPr>
        <w:pStyle w:val="ListParagraph"/>
        <w:ind w:left="1110"/>
        <w:jc w:val="both"/>
        <w:rPr>
          <w:rFonts w:ascii="Times New Roman" w:hAnsi="Times New Roman"/>
          <w:sz w:val="28"/>
          <w:szCs w:val="28"/>
        </w:rPr>
      </w:pPr>
      <w:r w:rsidRPr="003F0CCC">
        <w:rPr>
          <w:rFonts w:ascii="Times New Roman" w:hAnsi="Times New Roman"/>
          <w:sz w:val="28"/>
          <w:szCs w:val="28"/>
        </w:rPr>
        <w:t>«Воздержались» – 0%</w:t>
      </w:r>
    </w:p>
    <w:p w:rsidR="00C335B8" w:rsidRPr="003F0CCC" w:rsidRDefault="00C335B8" w:rsidP="003F0CCC">
      <w:pPr>
        <w:pStyle w:val="ListParagraph"/>
        <w:ind w:left="1110"/>
        <w:jc w:val="both"/>
        <w:rPr>
          <w:rFonts w:ascii="Times New Roman" w:hAnsi="Times New Roman"/>
          <w:sz w:val="28"/>
          <w:szCs w:val="28"/>
        </w:rPr>
      </w:pPr>
    </w:p>
    <w:p w:rsidR="00C335B8" w:rsidRDefault="00C335B8" w:rsidP="0015747D">
      <w:pPr>
        <w:pStyle w:val="ListParagraph"/>
        <w:numPr>
          <w:ilvl w:val="0"/>
          <w:numId w:val="6"/>
        </w:numPr>
        <w:ind w:left="0" w:firstLine="795"/>
        <w:jc w:val="both"/>
        <w:rPr>
          <w:rFonts w:ascii="Times New Roman" w:hAnsi="Times New Roman"/>
          <w:sz w:val="28"/>
          <w:szCs w:val="28"/>
        </w:rPr>
      </w:pPr>
      <w:r w:rsidRPr="0015747D">
        <w:rPr>
          <w:rFonts w:ascii="Times New Roman" w:hAnsi="Times New Roman"/>
          <w:sz w:val="28"/>
          <w:szCs w:val="28"/>
        </w:rPr>
        <w:t>использовать накопленные средства по взносам на капитальный ремонт, согласно приказу №13 от 10.02.2016 года, Об утверждении методических рекомендаций по формированию состава работ по капитальному ремонту многоквартирных домов, финансируемых за счет средств фондов капитального ремонта, согласно, таблице 1, № п/п 5, подвиды и перечень работ № 3.2 на ремонт и усиление конструкций козырьков над входами и последними этажами с последующей отделкой поверхностей.</w:t>
      </w:r>
    </w:p>
    <w:p w:rsidR="00C335B8" w:rsidRDefault="00C335B8" w:rsidP="00A11A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ст.189 ч.5 п.2 ЖК РФ предварительная смета расходов на капитальный ремонт составляет 63 000 </w:t>
      </w:r>
      <w:r w:rsidRPr="00667786">
        <w:rPr>
          <w:sz w:val="28"/>
          <w:szCs w:val="28"/>
        </w:rPr>
        <w:t>(</w:t>
      </w:r>
      <w:r>
        <w:rPr>
          <w:sz w:val="28"/>
          <w:szCs w:val="28"/>
        </w:rPr>
        <w:t xml:space="preserve">шестьдесят три тысячи рублей 00 копеек), </w:t>
      </w:r>
      <w:bookmarkStart w:id="0" w:name="_GoBack"/>
      <w:bookmarkEnd w:id="0"/>
      <w:r>
        <w:rPr>
          <w:sz w:val="28"/>
          <w:szCs w:val="28"/>
        </w:rPr>
        <w:t xml:space="preserve">сумма по смете не окончательная, калькуляция расходов еще в работе. Согласно ст. 189 ч.5 п. 3 ЖК РФ, сроками проведения капитального ремонта является ноябрь-декабрь 2016 года. Согласно ст. 189 ч. 5 п. 5 ЖК РФ </w:t>
      </w:r>
      <w:r w:rsidRPr="00667786">
        <w:rPr>
          <w:sz w:val="28"/>
          <w:szCs w:val="28"/>
        </w:rPr>
        <w:t>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капитальному ремонту, в том числе подписывать соответствующие акты</w:t>
      </w:r>
      <w:r>
        <w:rPr>
          <w:sz w:val="28"/>
          <w:szCs w:val="28"/>
        </w:rPr>
        <w:t>, является председатель кооператива ………</w:t>
      </w:r>
    </w:p>
    <w:p w:rsidR="00C335B8" w:rsidRPr="00A11A13" w:rsidRDefault="00C335B8" w:rsidP="00A11A13">
      <w:pPr>
        <w:ind w:firstLine="708"/>
        <w:jc w:val="both"/>
        <w:rPr>
          <w:sz w:val="28"/>
          <w:szCs w:val="28"/>
        </w:rPr>
      </w:pPr>
    </w:p>
    <w:p w:rsidR="00C335B8" w:rsidRPr="0015747D" w:rsidRDefault="00C335B8" w:rsidP="003F0CCC">
      <w:pPr>
        <w:pStyle w:val="ListParagraph"/>
        <w:ind w:left="1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 «За» – 69</w:t>
      </w:r>
      <w:r w:rsidRPr="001574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15</w:t>
      </w:r>
      <w:r w:rsidRPr="0015747D">
        <w:rPr>
          <w:rFonts w:ascii="Times New Roman" w:hAnsi="Times New Roman"/>
          <w:sz w:val="28"/>
          <w:szCs w:val="28"/>
        </w:rPr>
        <w:t xml:space="preserve">%,  «Против» – 0%, </w:t>
      </w:r>
    </w:p>
    <w:p w:rsidR="00C335B8" w:rsidRPr="0015747D" w:rsidRDefault="00C335B8" w:rsidP="003F0CCC">
      <w:pPr>
        <w:pStyle w:val="ListParagraph"/>
        <w:ind w:left="1110"/>
        <w:jc w:val="both"/>
        <w:rPr>
          <w:rFonts w:ascii="Times New Roman" w:hAnsi="Times New Roman"/>
          <w:sz w:val="28"/>
          <w:szCs w:val="28"/>
        </w:rPr>
      </w:pPr>
      <w:r w:rsidRPr="0015747D">
        <w:rPr>
          <w:rFonts w:ascii="Times New Roman" w:hAnsi="Times New Roman"/>
          <w:sz w:val="28"/>
          <w:szCs w:val="28"/>
        </w:rPr>
        <w:t>«Воздержались» – 0%</w:t>
      </w:r>
    </w:p>
    <w:p w:rsidR="00C335B8" w:rsidRPr="0015747D" w:rsidRDefault="00C335B8" w:rsidP="003F0CCC">
      <w:pPr>
        <w:jc w:val="both"/>
        <w:rPr>
          <w:sz w:val="28"/>
          <w:szCs w:val="28"/>
        </w:rPr>
      </w:pPr>
    </w:p>
    <w:p w:rsidR="00C335B8" w:rsidRPr="0015747D" w:rsidRDefault="00C335B8" w:rsidP="00ED27BE">
      <w:pPr>
        <w:jc w:val="both"/>
        <w:rPr>
          <w:sz w:val="28"/>
          <w:szCs w:val="28"/>
        </w:rPr>
      </w:pPr>
    </w:p>
    <w:p w:rsidR="00C335B8" w:rsidRPr="0015747D" w:rsidRDefault="00C335B8" w:rsidP="00ED27BE">
      <w:pPr>
        <w:jc w:val="both"/>
        <w:rPr>
          <w:sz w:val="28"/>
          <w:szCs w:val="28"/>
        </w:rPr>
      </w:pPr>
    </w:p>
    <w:p w:rsidR="00C335B8" w:rsidRPr="0015747D" w:rsidRDefault="00C335B8" w:rsidP="00ED27BE">
      <w:pPr>
        <w:jc w:val="both"/>
        <w:rPr>
          <w:sz w:val="28"/>
          <w:szCs w:val="28"/>
        </w:rPr>
      </w:pPr>
    </w:p>
    <w:p w:rsidR="00C335B8" w:rsidRPr="0015747D" w:rsidRDefault="00C335B8" w:rsidP="00ED27BE">
      <w:pPr>
        <w:jc w:val="both"/>
        <w:rPr>
          <w:sz w:val="28"/>
          <w:szCs w:val="28"/>
        </w:rPr>
      </w:pPr>
    </w:p>
    <w:p w:rsidR="00C335B8" w:rsidRPr="0015747D" w:rsidRDefault="00C335B8" w:rsidP="00ED27BE">
      <w:pPr>
        <w:jc w:val="both"/>
        <w:rPr>
          <w:sz w:val="28"/>
          <w:szCs w:val="28"/>
        </w:rPr>
      </w:pPr>
    </w:p>
    <w:sectPr w:rsidR="00C335B8" w:rsidRPr="0015747D" w:rsidSect="00ED27B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5674"/>
    <w:multiLevelType w:val="hybridMultilevel"/>
    <w:tmpl w:val="53C4DFC6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2402359"/>
    <w:multiLevelType w:val="hybridMultilevel"/>
    <w:tmpl w:val="B7D86B52"/>
    <w:lvl w:ilvl="0" w:tplc="D8666EE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267A0E"/>
    <w:multiLevelType w:val="hybridMultilevel"/>
    <w:tmpl w:val="BCA820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FF5CF3"/>
    <w:multiLevelType w:val="hybridMultilevel"/>
    <w:tmpl w:val="5B2E7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7A5F2F"/>
    <w:multiLevelType w:val="hybridMultilevel"/>
    <w:tmpl w:val="54FE2DFE"/>
    <w:lvl w:ilvl="0" w:tplc="BA92F0EA">
      <w:start w:val="1"/>
      <w:numFmt w:val="decimal"/>
      <w:lvlText w:val="%1."/>
      <w:lvlJc w:val="left"/>
      <w:pPr>
        <w:tabs>
          <w:tab w:val="num" w:pos="1320"/>
        </w:tabs>
        <w:ind w:left="132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7530B"/>
    <w:multiLevelType w:val="hybridMultilevel"/>
    <w:tmpl w:val="AAFE87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5E5"/>
    <w:rsid w:val="000209F7"/>
    <w:rsid w:val="00084968"/>
    <w:rsid w:val="00092A52"/>
    <w:rsid w:val="0015747D"/>
    <w:rsid w:val="00166424"/>
    <w:rsid w:val="001B5789"/>
    <w:rsid w:val="002D6872"/>
    <w:rsid w:val="002E6790"/>
    <w:rsid w:val="002F45E5"/>
    <w:rsid w:val="00314785"/>
    <w:rsid w:val="00317117"/>
    <w:rsid w:val="003215B1"/>
    <w:rsid w:val="00345E2E"/>
    <w:rsid w:val="003D680F"/>
    <w:rsid w:val="003E78BF"/>
    <w:rsid w:val="003F0CCC"/>
    <w:rsid w:val="003F4DCF"/>
    <w:rsid w:val="00421A33"/>
    <w:rsid w:val="00437ACA"/>
    <w:rsid w:val="005D347A"/>
    <w:rsid w:val="006275C1"/>
    <w:rsid w:val="00667786"/>
    <w:rsid w:val="00667DB8"/>
    <w:rsid w:val="007640B2"/>
    <w:rsid w:val="00786307"/>
    <w:rsid w:val="007C2819"/>
    <w:rsid w:val="008C25A3"/>
    <w:rsid w:val="008D3C61"/>
    <w:rsid w:val="008E7E33"/>
    <w:rsid w:val="00910374"/>
    <w:rsid w:val="00981349"/>
    <w:rsid w:val="009963DE"/>
    <w:rsid w:val="009E2FD0"/>
    <w:rsid w:val="00A11A13"/>
    <w:rsid w:val="00A576CC"/>
    <w:rsid w:val="00AD3BB5"/>
    <w:rsid w:val="00B500BD"/>
    <w:rsid w:val="00BD5B98"/>
    <w:rsid w:val="00C17784"/>
    <w:rsid w:val="00C22839"/>
    <w:rsid w:val="00C30155"/>
    <w:rsid w:val="00C31393"/>
    <w:rsid w:val="00C335B8"/>
    <w:rsid w:val="00C57B3B"/>
    <w:rsid w:val="00CD6FDD"/>
    <w:rsid w:val="00D34F4F"/>
    <w:rsid w:val="00D95F5E"/>
    <w:rsid w:val="00DF0284"/>
    <w:rsid w:val="00E05FA7"/>
    <w:rsid w:val="00E06DC2"/>
    <w:rsid w:val="00E16F69"/>
    <w:rsid w:val="00E63BC3"/>
    <w:rsid w:val="00E665E5"/>
    <w:rsid w:val="00E80D45"/>
    <w:rsid w:val="00EA26DA"/>
    <w:rsid w:val="00ED27BE"/>
    <w:rsid w:val="00EE65AA"/>
    <w:rsid w:val="00F20C79"/>
    <w:rsid w:val="00F26122"/>
    <w:rsid w:val="00F32B27"/>
    <w:rsid w:val="00F97F6D"/>
    <w:rsid w:val="00FF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5E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665E5"/>
    <w:pPr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665E5"/>
    <w:rPr>
      <w:rFonts w:ascii="Times New Roman" w:hAnsi="Times New Roman" w:cs="Times New Roman"/>
      <w:sz w:val="32"/>
      <w:szCs w:val="32"/>
      <w:lang w:eastAsia="ru-RU"/>
    </w:rPr>
  </w:style>
  <w:style w:type="paragraph" w:styleId="ListParagraph">
    <w:name w:val="List Paragraph"/>
    <w:basedOn w:val="Normal"/>
    <w:uiPriority w:val="99"/>
    <w:qFormat/>
    <w:rsid w:val="00E665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D3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3C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416</Words>
  <Characters>2372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№3</dc:title>
  <dc:subject/>
  <dc:creator>ОРБИТА</dc:creator>
  <cp:keywords/>
  <dc:description/>
  <cp:lastModifiedBy>tataurova.olga</cp:lastModifiedBy>
  <cp:revision>4</cp:revision>
  <cp:lastPrinted>2016-10-27T02:21:00Z</cp:lastPrinted>
  <dcterms:created xsi:type="dcterms:W3CDTF">2016-10-27T09:02:00Z</dcterms:created>
  <dcterms:modified xsi:type="dcterms:W3CDTF">2016-10-27T09:07:00Z</dcterms:modified>
</cp:coreProperties>
</file>